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8FD" w:rsidRPr="007215FD" w:rsidRDefault="00D458FD">
      <w:pPr>
        <w:pStyle w:val="a3"/>
      </w:pPr>
    </w:p>
    <w:p w:rsidR="00D458FD" w:rsidRDefault="00B657AD">
      <w:pPr>
        <w:pStyle w:val="a4"/>
      </w:pPr>
      <w:r>
        <w:rPr>
          <w:rFonts w:hint="eastAsia"/>
        </w:rPr>
        <w:t xml:space="preserve">　</w:t>
      </w:r>
      <w:r w:rsidR="00D458FD">
        <w:rPr>
          <w:rFonts w:hint="eastAsia"/>
        </w:rPr>
        <w:t>題名</w:t>
      </w:r>
      <w:bookmarkStart w:id="0" w:name="_GoBack"/>
      <w:bookmarkEnd w:id="0"/>
    </w:p>
    <w:p w:rsidR="00D458FD" w:rsidRDefault="00935CFB">
      <w:pPr>
        <w:pStyle w:val="a5"/>
      </w:pPr>
      <w:r>
        <w:rPr>
          <w:rFonts w:hint="eastAsia"/>
        </w:rPr>
        <w:t xml:space="preserve">　　　　　　　　　　　　　　　　　　　　執筆者名</w:t>
      </w:r>
    </w:p>
    <w:p w:rsidR="00A8729A" w:rsidRDefault="00935CFB">
      <w:pPr>
        <w:pStyle w:val="a3"/>
      </w:pPr>
      <w:r>
        <w:rPr>
          <w:rFonts w:hint="eastAsia"/>
        </w:rPr>
        <w:t xml:space="preserve">　</w:t>
      </w:r>
    </w:p>
    <w:p w:rsidR="00A8729A" w:rsidRDefault="00A8729A">
      <w:pPr>
        <w:pStyle w:val="a3"/>
      </w:pPr>
    </w:p>
    <w:p w:rsidR="00D458FD" w:rsidRDefault="00D458FD">
      <w:pPr>
        <w:pStyle w:val="a3"/>
      </w:pPr>
    </w:p>
    <w:p w:rsidR="000F6507" w:rsidRDefault="000F6507">
      <w:pPr>
        <w:pStyle w:val="a3"/>
      </w:pPr>
    </w:p>
    <w:p w:rsidR="000F6507" w:rsidRDefault="000F6507">
      <w:pPr>
        <w:pStyle w:val="a3"/>
        <w:rPr>
          <w:rFonts w:hint="eastAsia"/>
        </w:rPr>
      </w:pPr>
    </w:p>
    <w:p w:rsidR="000F6507" w:rsidRDefault="000F6507">
      <w:pPr>
        <w:pStyle w:val="a3"/>
        <w:rPr>
          <w:rFonts w:hint="eastAsia"/>
        </w:rPr>
      </w:pPr>
    </w:p>
    <w:p w:rsidR="004828A6" w:rsidRDefault="004828A6">
      <w:pPr>
        <w:pStyle w:val="a3"/>
      </w:pPr>
    </w:p>
    <w:p w:rsidR="004828A6" w:rsidRDefault="004828A6">
      <w:pPr>
        <w:pStyle w:val="a3"/>
      </w:pPr>
    </w:p>
    <w:p w:rsidR="004828A6" w:rsidRDefault="004828A6">
      <w:pPr>
        <w:pStyle w:val="a3"/>
      </w:pPr>
    </w:p>
    <w:p w:rsidR="00D458FD" w:rsidRDefault="00D458FD">
      <w:pPr>
        <w:pStyle w:val="a3"/>
      </w:pPr>
    </w:p>
    <w:p w:rsidR="00D458FD" w:rsidRDefault="00D458FD">
      <w:pPr>
        <w:pStyle w:val="a3"/>
      </w:pPr>
    </w:p>
    <w:p w:rsidR="00D458FD" w:rsidRDefault="00D458FD">
      <w:pPr>
        <w:pStyle w:val="a3"/>
      </w:pPr>
    </w:p>
    <w:p w:rsidR="00D458FD" w:rsidRDefault="00D458FD">
      <w:pPr>
        <w:pStyle w:val="a3"/>
      </w:pPr>
    </w:p>
    <w:sectPr w:rsidR="00D458FD" w:rsidSect="00C035E4">
      <w:footerReference w:type="even" r:id="rId7"/>
      <w:footerReference w:type="default" r:id="rId8"/>
      <w:pgSz w:w="16840" w:h="11907" w:orient="landscape" w:code="9"/>
      <w:pgMar w:top="1247" w:right="2381" w:bottom="1814" w:left="2381" w:header="851" w:footer="567" w:gutter="0"/>
      <w:pgNumType w:start="1"/>
      <w:cols w:space="425"/>
      <w:textDirection w:val="tbRl"/>
      <w:docGrid w:type="linesAndChars" w:linePitch="348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3983" w:rsidRDefault="00EC3983">
      <w:pPr>
        <w:spacing w:line="240" w:lineRule="auto"/>
      </w:pPr>
      <w:r>
        <w:separator/>
      </w:r>
    </w:p>
  </w:endnote>
  <w:endnote w:type="continuationSeparator" w:id="0">
    <w:p w:rsidR="00EC3983" w:rsidRDefault="00EC39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8FD" w:rsidRDefault="00D458FD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D458FD" w:rsidRDefault="00D458FD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8FD" w:rsidRDefault="00D458FD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035E4">
      <w:rPr>
        <w:noProof/>
      </w:rPr>
      <w:t>1</w:t>
    </w:r>
    <w:r>
      <w:fldChar w:fldCharType="end"/>
    </w:r>
  </w:p>
  <w:p w:rsidR="00D458FD" w:rsidRDefault="00D458FD">
    <w:pPr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3983" w:rsidRDefault="00EC3983">
      <w:pPr>
        <w:spacing w:line="240" w:lineRule="auto"/>
      </w:pPr>
      <w:r>
        <w:separator/>
      </w:r>
    </w:p>
  </w:footnote>
  <w:footnote w:type="continuationSeparator" w:id="0">
    <w:p w:rsidR="00EC3983" w:rsidRDefault="00EC39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04E9B02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2286D45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628620AE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C122E10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28E41BF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6770BB68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782EC94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FB81B2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B961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C256190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74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F11"/>
    <w:rsid w:val="000F6507"/>
    <w:rsid w:val="00146CFB"/>
    <w:rsid w:val="001E3320"/>
    <w:rsid w:val="002772FF"/>
    <w:rsid w:val="00340DF0"/>
    <w:rsid w:val="00434B4D"/>
    <w:rsid w:val="004828A6"/>
    <w:rsid w:val="00533D17"/>
    <w:rsid w:val="006B4E07"/>
    <w:rsid w:val="007215FD"/>
    <w:rsid w:val="00935CFB"/>
    <w:rsid w:val="00936CD4"/>
    <w:rsid w:val="009944AB"/>
    <w:rsid w:val="00A211F6"/>
    <w:rsid w:val="00A8729A"/>
    <w:rsid w:val="00B657AD"/>
    <w:rsid w:val="00C035E4"/>
    <w:rsid w:val="00D458FD"/>
    <w:rsid w:val="00E84151"/>
    <w:rsid w:val="00EC3983"/>
    <w:rsid w:val="00EE0D77"/>
    <w:rsid w:val="00F1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0FD0A2"/>
  <w15:chartTrackingRefBased/>
  <w15:docId w15:val="{12B3E34E-1B6E-4DB0-A919-773104F0A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line="341" w:lineRule="exact"/>
      <w:jc w:val="both"/>
    </w:pPr>
    <w:rPr>
      <w:rFonts w:ascii="ＭＳ 明朝" w:hAnsi="Century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pPr>
      <w:keepNext/>
      <w:ind w:leftChars="400" w:left="84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（椽）"/>
    <w:basedOn w:val="a"/>
    <w:pPr>
      <w:spacing w:line="361" w:lineRule="exact"/>
    </w:pPr>
  </w:style>
  <w:style w:type="paragraph" w:customStyle="1" w:styleId="a4">
    <w:name w:val="題名（椽）"/>
    <w:basedOn w:val="1"/>
    <w:next w:val="a5"/>
    <w:pPr>
      <w:keepNext w:val="0"/>
      <w:adjustRightInd w:val="0"/>
      <w:spacing w:before="722" w:after="361" w:line="361" w:lineRule="exact"/>
    </w:pPr>
    <w:rPr>
      <w:rFonts w:ascii="ＭＳ 明朝" w:eastAsia="ＭＳ 明朝"/>
      <w:b/>
      <w:sz w:val="36"/>
      <w:szCs w:val="36"/>
    </w:rPr>
  </w:style>
  <w:style w:type="paragraph" w:customStyle="1" w:styleId="a5">
    <w:name w:val="作者名（椽）"/>
    <w:basedOn w:val="4"/>
    <w:next w:val="a3"/>
    <w:pPr>
      <w:keepNext w:val="0"/>
      <w:adjustRightInd w:val="0"/>
      <w:spacing w:before="361" w:after="722" w:line="361" w:lineRule="exact"/>
      <w:ind w:leftChars="0" w:left="0"/>
    </w:pPr>
    <w:rPr>
      <w:sz w:val="32"/>
      <w:szCs w:val="32"/>
    </w:rPr>
  </w:style>
  <w:style w:type="paragraph" w:customStyle="1" w:styleId="A6">
    <w:name w:val="セクションA（椽）"/>
    <w:basedOn w:val="2"/>
    <w:next w:val="a3"/>
    <w:pPr>
      <w:keepNext w:val="0"/>
      <w:adjustRightInd w:val="0"/>
      <w:spacing w:before="722" w:after="361" w:line="361" w:lineRule="exact"/>
    </w:pPr>
    <w:rPr>
      <w:rFonts w:ascii="ＭＳ 明朝" w:eastAsia="ＭＳ 明朝"/>
      <w:b/>
      <w:sz w:val="28"/>
      <w:szCs w:val="28"/>
    </w:rPr>
  </w:style>
  <w:style w:type="paragraph" w:customStyle="1" w:styleId="B">
    <w:name w:val="セクションB(椽）"/>
    <w:basedOn w:val="4"/>
    <w:next w:val="a3"/>
    <w:pPr>
      <w:keepNext w:val="0"/>
      <w:adjustRightInd w:val="0"/>
      <w:spacing w:before="722" w:after="361" w:line="361" w:lineRule="exact"/>
      <w:ind w:leftChars="0" w:left="0"/>
    </w:pPr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B657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semiHidden/>
    <w:rsid w:val="00B657AD"/>
    <w:rPr>
      <w:rFonts w:ascii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M&#65369;%20Data%20Files&#65288;&#27491;&#26412;&#65289;\&#21516;&#20154;&#35468;\&#12300;&#26941;&#12301;WORD&#12501;&#12457;&#12540;&#12510;&#12483;&#12488;\&#21442;&#32771;&#12501;&#12457;&#12540;&#12510;&#12483;&#12488;\&#12300;&#26941;&#12301;&#26412;&#25991;&#12501;&#12457;&#12540;&#12510;&#12483;&#1248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「椽」本文フォーマット.dotx</Template>
  <TotalTime>22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題名</vt:lpstr>
      <vt:lpstr>　　題名</vt:lpstr>
    </vt:vector>
  </TitlesOfParts>
  <Company>self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題名</dc:title>
  <dc:subject/>
  <dc:creator>user</dc:creator>
  <cp:keywords/>
  <cp:lastModifiedBy>渡邉 護</cp:lastModifiedBy>
  <cp:revision>6</cp:revision>
  <dcterms:created xsi:type="dcterms:W3CDTF">2019-04-24T05:21:00Z</dcterms:created>
  <dcterms:modified xsi:type="dcterms:W3CDTF">2019-04-29T00:55:00Z</dcterms:modified>
</cp:coreProperties>
</file>